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8B9" w:rsidRPr="00A02DA1" w:rsidRDefault="00E808B9" w:rsidP="008548E0">
      <w:pPr>
        <w:spacing w:line="240" w:lineRule="auto"/>
        <w:jc w:val="center"/>
        <w:rPr>
          <w:sz w:val="24"/>
          <w:szCs w:val="24"/>
        </w:rPr>
      </w:pPr>
      <w:r w:rsidRPr="00A02DA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  <w:bookmarkStart w:id="0" w:name="_GoBack"/>
      <w:bookmarkEnd w:id="0"/>
    </w:p>
    <w:p w:rsidR="00E808B9" w:rsidRDefault="00E808B9" w:rsidP="008548E0">
      <w:pPr>
        <w:spacing w:line="240" w:lineRule="auto"/>
        <w:jc w:val="right"/>
        <w:rPr>
          <w:sz w:val="24"/>
          <w:szCs w:val="24"/>
        </w:rPr>
      </w:pPr>
      <w:r w:rsidRPr="00A02DA1">
        <w:rPr>
          <w:sz w:val="24"/>
          <w:szCs w:val="24"/>
        </w:rPr>
        <w:t>к письму АО «Корпорация «МСП»</w:t>
      </w:r>
    </w:p>
    <w:p w:rsidR="00E808B9" w:rsidRPr="00231985" w:rsidRDefault="00E808B9" w:rsidP="008548E0">
      <w:pPr>
        <w:spacing w:line="180" w:lineRule="atLeast"/>
        <w:jc w:val="right"/>
        <w:rPr>
          <w:b/>
          <w:bCs/>
          <w:sz w:val="28"/>
          <w:szCs w:val="28"/>
        </w:rPr>
      </w:pPr>
      <w:r w:rsidRPr="00A02DA1">
        <w:rPr>
          <w:sz w:val="24"/>
          <w:szCs w:val="24"/>
        </w:rPr>
        <w:t>от ____</w:t>
      </w:r>
      <w:r>
        <w:rPr>
          <w:sz w:val="24"/>
          <w:szCs w:val="24"/>
        </w:rPr>
        <w:t>____</w:t>
      </w:r>
      <w:r w:rsidRPr="00A02DA1">
        <w:rPr>
          <w:sz w:val="24"/>
          <w:szCs w:val="24"/>
        </w:rPr>
        <w:t>____2016</w:t>
      </w:r>
      <w:r>
        <w:rPr>
          <w:sz w:val="24"/>
          <w:szCs w:val="24"/>
        </w:rPr>
        <w:t xml:space="preserve"> г. </w:t>
      </w:r>
      <w:r w:rsidRPr="00A02DA1">
        <w:rPr>
          <w:sz w:val="24"/>
          <w:szCs w:val="24"/>
        </w:rPr>
        <w:t>№ __</w:t>
      </w:r>
      <w:r>
        <w:rPr>
          <w:sz w:val="24"/>
          <w:szCs w:val="24"/>
        </w:rPr>
        <w:t>___</w:t>
      </w:r>
      <w:r w:rsidRPr="00A02DA1">
        <w:rPr>
          <w:sz w:val="24"/>
          <w:szCs w:val="24"/>
        </w:rPr>
        <w:t>_</w:t>
      </w:r>
    </w:p>
    <w:p w:rsidR="00E808B9" w:rsidRDefault="00E808B9" w:rsidP="004062EA">
      <w:pPr>
        <w:pStyle w:val="ListParagraph"/>
        <w:ind w:left="1080"/>
        <w:rPr>
          <w:sz w:val="28"/>
          <w:szCs w:val="28"/>
        </w:rPr>
      </w:pPr>
    </w:p>
    <w:p w:rsidR="00E808B9" w:rsidRDefault="00E808B9" w:rsidP="00231985">
      <w:pPr>
        <w:pStyle w:val="ListParagraph"/>
        <w:ind w:left="0"/>
        <w:jc w:val="center"/>
        <w:rPr>
          <w:b/>
          <w:bCs/>
          <w:sz w:val="28"/>
          <w:szCs w:val="28"/>
        </w:rPr>
      </w:pPr>
      <w:r w:rsidRPr="00231985">
        <w:rPr>
          <w:b/>
          <w:bCs/>
          <w:sz w:val="28"/>
          <w:szCs w:val="28"/>
        </w:rPr>
        <w:t>ЧЕК ЛИСТ</w:t>
      </w:r>
    </w:p>
    <w:p w:rsidR="00E808B9" w:rsidRDefault="00E808B9" w:rsidP="00231985">
      <w:pPr>
        <w:pStyle w:val="ListParagraph"/>
        <w:ind w:left="0"/>
        <w:jc w:val="center"/>
        <w:rPr>
          <w:b/>
          <w:bCs/>
          <w:sz w:val="28"/>
          <w:szCs w:val="28"/>
        </w:rPr>
      </w:pPr>
    </w:p>
    <w:p w:rsidR="00E808B9" w:rsidRDefault="00E808B9" w:rsidP="00016953">
      <w:pPr>
        <w:pStyle w:val="ListParagraph"/>
        <w:ind w:left="0"/>
        <w:rPr>
          <w:sz w:val="28"/>
          <w:szCs w:val="28"/>
        </w:rPr>
      </w:pPr>
      <w:r w:rsidRPr="00A02B6F">
        <w:rPr>
          <w:sz w:val="28"/>
          <w:szCs w:val="28"/>
        </w:rPr>
        <w:t>Наименование заемщика/инвестора/инициатора проекта:</w:t>
      </w:r>
      <w:r>
        <w:rPr>
          <w:sz w:val="28"/>
          <w:szCs w:val="28"/>
        </w:rPr>
        <w:t>__________________</w:t>
      </w:r>
    </w:p>
    <w:p w:rsidR="00E808B9" w:rsidRDefault="00E808B9" w:rsidP="00016953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808B9" w:rsidRDefault="00E808B9" w:rsidP="00016953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>ИНН _________________________________________________________________</w:t>
      </w:r>
    </w:p>
    <w:p w:rsidR="00E808B9" w:rsidRDefault="00E808B9" w:rsidP="00231985">
      <w:pPr>
        <w:pStyle w:val="ListParagraph"/>
        <w:ind w:left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7828"/>
        <w:gridCol w:w="1173"/>
      </w:tblGrid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НАИМЕНОВАНИЕ КРИТЕРИЯ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ДА/НЕТ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828" w:type="dxa"/>
          </w:tcPr>
          <w:p w:rsidR="00E808B9" w:rsidRPr="004B7CC4" w:rsidRDefault="00E808B9" w:rsidP="004B7CC4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Цель кредита– приобретение/строительство основных средств, финансирование текущих затрат по проекту, пополнение оборотных средств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828" w:type="dxa"/>
          </w:tcPr>
          <w:p w:rsidR="00E808B9" w:rsidRPr="004B7CC4" w:rsidRDefault="00E808B9" w:rsidP="004B7CC4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Соответствие требованиям ст.4 Федерального закона № 209-ФЗ: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134"/>
              <w:rPr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Соответствие требованиям по структуре уставного (складочного) капитала (паевого фонда)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134"/>
              <w:rPr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Выручка – не более 2 млрд. руб.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134"/>
              <w:rPr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Численность – не более 250 чел.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828" w:type="dxa"/>
          </w:tcPr>
          <w:p w:rsidR="00E808B9" w:rsidRPr="004B7CC4" w:rsidRDefault="00E808B9" w:rsidP="004B7CC4">
            <w:pPr>
              <w:spacing w:after="0" w:line="240" w:lineRule="auto"/>
              <w:rPr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Размер кредита- не менее 50 млн. рублей и не более 1 млрд. рублей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828" w:type="dxa"/>
          </w:tcPr>
          <w:p w:rsidR="00E808B9" w:rsidRPr="004B7CC4" w:rsidRDefault="00E808B9" w:rsidP="004B7CC4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Приоритетные направления (</w:t>
            </w:r>
            <w:r w:rsidRPr="004B7CC4">
              <w:rPr>
                <w:b/>
                <w:bCs/>
                <w:i/>
                <w:iCs/>
                <w:sz w:val="24"/>
                <w:szCs w:val="24"/>
              </w:rPr>
              <w:t>как минимум одно из указанных</w:t>
            </w:r>
            <w:r w:rsidRPr="004B7CC4">
              <w:rPr>
                <w:b/>
                <w:bCs/>
                <w:sz w:val="24"/>
                <w:szCs w:val="24"/>
              </w:rPr>
              <w:t>):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b/>
                <w:bCs/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Сельское хозяйство (в т.ч производство с/х продукции)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b/>
                <w:bCs/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Обрабатывающее производство  (в т.ч. производство пищевых продуктов)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b/>
                <w:bCs/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b/>
                <w:bCs/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b/>
                <w:bCs/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Транспорт и связь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Производство и реализация импортозамещающей продукции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Приоритетные направления развития науки, технологий и техники в Российской Федерациии направления развития критических технологий Российской Федерации в соответствии с Указом Президента Российской Федерации от 07.07.2011 № 899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828" w:type="dxa"/>
          </w:tcPr>
          <w:p w:rsidR="00E808B9" w:rsidRPr="004B7CC4" w:rsidRDefault="00E808B9" w:rsidP="004B7CC4">
            <w:pPr>
              <w:spacing w:after="0" w:line="240" w:lineRule="auto"/>
              <w:rPr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Поддержка проекта со стороны региона, профильных федеральных органов исполнительной власти (Минсельхоз, Минпромторг, Минэнерго, Минкомсвязь и т.д.):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Преференциальные/комфортные письма в рамках проекта от органов управления субъекта РФ,  ФОИВов, иных органов государственной власти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16"/>
                <w:szCs w:val="16"/>
              </w:rPr>
            </w:pPr>
            <w:r w:rsidRPr="004B7CC4">
              <w:rPr>
                <w:b/>
                <w:bCs/>
                <w:sz w:val="16"/>
                <w:szCs w:val="16"/>
              </w:rPr>
              <w:t>Указать от кого</w:t>
            </w: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Оказание прочих видов поддержки проекта со стороны субъекта РФ, ФОИВа,  иных субъектов инфраструктуры поддержки  МСП (субсидирование, гарантийная поддержка, концессия и т.д.)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16"/>
                <w:szCs w:val="16"/>
              </w:rPr>
            </w:pPr>
            <w:r w:rsidRPr="004B7CC4">
              <w:rPr>
                <w:b/>
                <w:bCs/>
                <w:sz w:val="16"/>
                <w:szCs w:val="16"/>
              </w:rPr>
              <w:t>Указать вид поддержки</w:t>
            </w: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828" w:type="dxa"/>
          </w:tcPr>
          <w:p w:rsidR="00E808B9" w:rsidRPr="004B7CC4" w:rsidRDefault="00E808B9" w:rsidP="004B7CC4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Прочие требования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Регистрация бизнеса на территории Российской Федерации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Отсутствие просроченной задолженности по налогам, сборам и т.п.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Не применяются процедуры несостоятельности (банкротства) к инициатору проекта (связанным компаниям)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b/>
                <w:bCs/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Отсутствие отрицательной кредитной истории в кредитных организациях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Наличие описания концепции проекта/ТЭО (презентация, бизнес-план) в т.ч.: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Краткое описание проекта, текущий статус реализации проекта, информация об инициаторах проекта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экономическое обоснование проекта, описание финансовой модели и результата проекта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b/>
                <w:bCs/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анализ сбыта, данные о покупателях/маркетинговое исследование рынка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b/>
                <w:bCs/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данные о поставщиках/подрядчиках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b/>
                <w:bCs/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 xml:space="preserve">этапы реализации 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b/>
                <w:bCs/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смета проекта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b/>
                <w:bCs/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источники и структура финансирования каждого этапа (собственные средства, заемные средства и т.д.)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b/>
                <w:bCs/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данные о наличии профессионального опыта менеджеров/бенефициаров в сфере реализуемого проекта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конкурентный/SWOT –анализ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8" w:type="dxa"/>
          </w:tcPr>
          <w:p w:rsidR="00E808B9" w:rsidRPr="004B7CC4" w:rsidRDefault="00E808B9" w:rsidP="004B7C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134"/>
              <w:rPr>
                <w:b/>
                <w:bCs/>
                <w:sz w:val="24"/>
                <w:szCs w:val="24"/>
              </w:rPr>
            </w:pPr>
            <w:r w:rsidRPr="004B7CC4">
              <w:rPr>
                <w:sz w:val="24"/>
                <w:szCs w:val="24"/>
              </w:rPr>
              <w:t>доля собственного участия в проекте не менее 20 % (информация о подтверждении вложении собственных средств)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16"/>
                <w:szCs w:val="16"/>
              </w:rPr>
            </w:pPr>
            <w:r w:rsidRPr="004B7CC4">
              <w:rPr>
                <w:b/>
                <w:bCs/>
                <w:sz w:val="16"/>
                <w:szCs w:val="16"/>
              </w:rPr>
              <w:t>Размер доли СУ</w:t>
            </w: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16"/>
                <w:szCs w:val="16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828" w:type="dxa"/>
          </w:tcPr>
          <w:p w:rsidR="00E808B9" w:rsidRPr="004B7CC4" w:rsidRDefault="00E808B9" w:rsidP="004B7CC4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Наличие исходно-разрешительной документации по строительству сооружений в рамках реализуемого проекта (</w:t>
            </w:r>
            <w:r w:rsidRPr="004B7CC4">
              <w:rPr>
                <w:b/>
                <w:bCs/>
                <w:i/>
                <w:iCs/>
                <w:sz w:val="24"/>
                <w:szCs w:val="24"/>
              </w:rPr>
              <w:t>при необходимости</w:t>
            </w:r>
            <w:r w:rsidRPr="004B7CC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828" w:type="dxa"/>
          </w:tcPr>
          <w:p w:rsidR="00E808B9" w:rsidRPr="004B7CC4" w:rsidRDefault="00E808B9" w:rsidP="004B7CC4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Наличие технологической и технической экспертизы проекта, подтверждающая инвестиционный бюджет проекта и целесообразность его реализации (</w:t>
            </w:r>
            <w:r w:rsidRPr="004B7CC4">
              <w:rPr>
                <w:b/>
                <w:bCs/>
                <w:i/>
                <w:iCs/>
                <w:sz w:val="24"/>
                <w:szCs w:val="24"/>
              </w:rPr>
              <w:t>при необходимости</w:t>
            </w:r>
            <w:r w:rsidRPr="004B7CC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828" w:type="dxa"/>
          </w:tcPr>
          <w:p w:rsidR="00E808B9" w:rsidRPr="004B7CC4" w:rsidRDefault="00E808B9" w:rsidP="004B7CC4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Наличие информации о текущей деятельности инициатора проекта, связанных компаний/группы компаний инициатора проекта (</w:t>
            </w:r>
            <w:r w:rsidRPr="004B7CC4">
              <w:rPr>
                <w:b/>
                <w:bCs/>
                <w:i/>
                <w:iCs/>
                <w:sz w:val="24"/>
                <w:szCs w:val="24"/>
              </w:rPr>
              <w:t>при наличии группы</w:t>
            </w:r>
            <w:r w:rsidRPr="004B7CC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________</w:t>
            </w:r>
          </w:p>
        </w:tc>
      </w:tr>
      <w:tr w:rsidR="00E808B9" w:rsidRPr="004B7CC4">
        <w:tc>
          <w:tcPr>
            <w:tcW w:w="672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828" w:type="dxa"/>
          </w:tcPr>
          <w:p w:rsidR="00E808B9" w:rsidRPr="004B7CC4" w:rsidRDefault="00E808B9" w:rsidP="004B7CC4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4B7CC4">
              <w:rPr>
                <w:b/>
                <w:bCs/>
                <w:sz w:val="24"/>
                <w:szCs w:val="24"/>
              </w:rPr>
              <w:t>Название уполномоченного банка, который рассматривает заявку на предоставление кредита</w:t>
            </w:r>
          </w:p>
        </w:tc>
        <w:tc>
          <w:tcPr>
            <w:tcW w:w="1173" w:type="dxa"/>
          </w:tcPr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E808B9" w:rsidRPr="004B7CC4" w:rsidRDefault="00E808B9" w:rsidP="004B7CC4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4B7CC4">
              <w:rPr>
                <w:b/>
                <w:bCs/>
                <w:sz w:val="24"/>
                <w:szCs w:val="24"/>
                <w:u w:val="single"/>
              </w:rPr>
              <w:t>________</w:t>
            </w:r>
          </w:p>
        </w:tc>
      </w:tr>
    </w:tbl>
    <w:p w:rsidR="00E808B9" w:rsidRDefault="00E808B9" w:rsidP="00231985">
      <w:pPr>
        <w:rPr>
          <w:sz w:val="24"/>
          <w:szCs w:val="24"/>
        </w:rPr>
      </w:pPr>
    </w:p>
    <w:p w:rsidR="00E808B9" w:rsidRPr="00231985" w:rsidRDefault="00E808B9" w:rsidP="00231985">
      <w:pPr>
        <w:rPr>
          <w:sz w:val="24"/>
          <w:szCs w:val="24"/>
        </w:rPr>
      </w:pPr>
    </w:p>
    <w:p w:rsidR="00E808B9" w:rsidRPr="00231985" w:rsidRDefault="00E808B9" w:rsidP="003329F9">
      <w:pPr>
        <w:pStyle w:val="ListParagraph"/>
        <w:ind w:left="1134"/>
        <w:rPr>
          <w:sz w:val="24"/>
          <w:szCs w:val="24"/>
        </w:rPr>
      </w:pPr>
    </w:p>
    <w:p w:rsidR="00E808B9" w:rsidRDefault="00E808B9" w:rsidP="00913B1E">
      <w:pPr>
        <w:rPr>
          <w:sz w:val="24"/>
          <w:szCs w:val="24"/>
        </w:rPr>
      </w:pPr>
      <w:r>
        <w:rPr>
          <w:sz w:val="24"/>
          <w:szCs w:val="24"/>
        </w:rPr>
        <w:t>Руководитель организации/инициатора проекта                                                 ____________</w:t>
      </w:r>
    </w:p>
    <w:p w:rsidR="00E808B9" w:rsidRPr="00913B1E" w:rsidRDefault="00E808B9" w:rsidP="00913B1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Подпись</w:t>
      </w:r>
    </w:p>
    <w:sectPr w:rsidR="00E808B9" w:rsidRPr="00913B1E" w:rsidSect="006B14F0">
      <w:pgSz w:w="11906" w:h="16838"/>
      <w:pgMar w:top="1134" w:right="737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914C1"/>
    <w:multiLevelType w:val="hybridMultilevel"/>
    <w:tmpl w:val="433CDF84"/>
    <w:lvl w:ilvl="0" w:tplc="0824B2C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8413F"/>
    <w:multiLevelType w:val="hybridMultilevel"/>
    <w:tmpl w:val="91DAE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46FF8"/>
    <w:multiLevelType w:val="hybridMultilevel"/>
    <w:tmpl w:val="9CA2A150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>
      <w:start w:val="1"/>
      <w:numFmt w:val="lowerLetter"/>
      <w:lvlText w:val="%2."/>
      <w:lvlJc w:val="left"/>
      <w:pPr>
        <w:ind w:left="2574" w:hanging="360"/>
      </w:pPr>
    </w:lvl>
    <w:lvl w:ilvl="2" w:tplc="0419001B">
      <w:start w:val="1"/>
      <w:numFmt w:val="lowerRoman"/>
      <w:lvlText w:val="%3."/>
      <w:lvlJc w:val="right"/>
      <w:pPr>
        <w:ind w:left="3294" w:hanging="180"/>
      </w:pPr>
    </w:lvl>
    <w:lvl w:ilvl="3" w:tplc="0419000F">
      <w:start w:val="1"/>
      <w:numFmt w:val="decimal"/>
      <w:lvlText w:val="%4."/>
      <w:lvlJc w:val="left"/>
      <w:pPr>
        <w:ind w:left="4014" w:hanging="360"/>
      </w:pPr>
    </w:lvl>
    <w:lvl w:ilvl="4" w:tplc="04190019">
      <w:start w:val="1"/>
      <w:numFmt w:val="lowerLetter"/>
      <w:lvlText w:val="%5."/>
      <w:lvlJc w:val="left"/>
      <w:pPr>
        <w:ind w:left="4734" w:hanging="360"/>
      </w:pPr>
    </w:lvl>
    <w:lvl w:ilvl="5" w:tplc="0419001B">
      <w:start w:val="1"/>
      <w:numFmt w:val="lowerRoman"/>
      <w:lvlText w:val="%6."/>
      <w:lvlJc w:val="right"/>
      <w:pPr>
        <w:ind w:left="5454" w:hanging="180"/>
      </w:pPr>
    </w:lvl>
    <w:lvl w:ilvl="6" w:tplc="0419000F">
      <w:start w:val="1"/>
      <w:numFmt w:val="decimal"/>
      <w:lvlText w:val="%7."/>
      <w:lvlJc w:val="left"/>
      <w:pPr>
        <w:ind w:left="6174" w:hanging="360"/>
      </w:pPr>
    </w:lvl>
    <w:lvl w:ilvl="7" w:tplc="04190019">
      <w:start w:val="1"/>
      <w:numFmt w:val="lowerLetter"/>
      <w:lvlText w:val="%8."/>
      <w:lvlJc w:val="left"/>
      <w:pPr>
        <w:ind w:left="6894" w:hanging="360"/>
      </w:pPr>
    </w:lvl>
    <w:lvl w:ilvl="8" w:tplc="0419001B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301418E7"/>
    <w:multiLevelType w:val="hybridMultilevel"/>
    <w:tmpl w:val="C524B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1716A8F"/>
    <w:multiLevelType w:val="hybridMultilevel"/>
    <w:tmpl w:val="013E2516"/>
    <w:lvl w:ilvl="0" w:tplc="64020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F45BB3"/>
    <w:multiLevelType w:val="hybridMultilevel"/>
    <w:tmpl w:val="5E660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56A6A52"/>
    <w:multiLevelType w:val="hybridMultilevel"/>
    <w:tmpl w:val="07EE7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4A4381"/>
    <w:multiLevelType w:val="hybridMultilevel"/>
    <w:tmpl w:val="17209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3519"/>
    <w:rsid w:val="00000455"/>
    <w:rsid w:val="000027D1"/>
    <w:rsid w:val="000062EC"/>
    <w:rsid w:val="00007560"/>
    <w:rsid w:val="00007993"/>
    <w:rsid w:val="00007FF1"/>
    <w:rsid w:val="000101B1"/>
    <w:rsid w:val="00016953"/>
    <w:rsid w:val="000207E7"/>
    <w:rsid w:val="00020924"/>
    <w:rsid w:val="00022651"/>
    <w:rsid w:val="00023F24"/>
    <w:rsid w:val="000244E0"/>
    <w:rsid w:val="0002488F"/>
    <w:rsid w:val="0002693A"/>
    <w:rsid w:val="00027E96"/>
    <w:rsid w:val="00032DD1"/>
    <w:rsid w:val="0003616E"/>
    <w:rsid w:val="00036DB8"/>
    <w:rsid w:val="00040BE3"/>
    <w:rsid w:val="0004260E"/>
    <w:rsid w:val="0004327E"/>
    <w:rsid w:val="00043F9B"/>
    <w:rsid w:val="0004697F"/>
    <w:rsid w:val="00051E62"/>
    <w:rsid w:val="00054308"/>
    <w:rsid w:val="00055ACD"/>
    <w:rsid w:val="00060342"/>
    <w:rsid w:val="0006439A"/>
    <w:rsid w:val="00067A16"/>
    <w:rsid w:val="00073FF4"/>
    <w:rsid w:val="000801EB"/>
    <w:rsid w:val="0008633D"/>
    <w:rsid w:val="00091DF9"/>
    <w:rsid w:val="00092C2F"/>
    <w:rsid w:val="00093519"/>
    <w:rsid w:val="00093C85"/>
    <w:rsid w:val="00094675"/>
    <w:rsid w:val="00094926"/>
    <w:rsid w:val="0009640D"/>
    <w:rsid w:val="00096EFA"/>
    <w:rsid w:val="000A0B9C"/>
    <w:rsid w:val="000A0C00"/>
    <w:rsid w:val="000A1DD7"/>
    <w:rsid w:val="000A21D4"/>
    <w:rsid w:val="000A2A36"/>
    <w:rsid w:val="000A58AE"/>
    <w:rsid w:val="000B0983"/>
    <w:rsid w:val="000B0E0C"/>
    <w:rsid w:val="000B211C"/>
    <w:rsid w:val="000B4138"/>
    <w:rsid w:val="000C0E89"/>
    <w:rsid w:val="000C10FD"/>
    <w:rsid w:val="000C161F"/>
    <w:rsid w:val="000C7D63"/>
    <w:rsid w:val="000D008B"/>
    <w:rsid w:val="000D0720"/>
    <w:rsid w:val="000D6745"/>
    <w:rsid w:val="000D6944"/>
    <w:rsid w:val="000E09DF"/>
    <w:rsid w:val="000E0FB8"/>
    <w:rsid w:val="000E18BD"/>
    <w:rsid w:val="000E3B78"/>
    <w:rsid w:val="000E60D6"/>
    <w:rsid w:val="000E630C"/>
    <w:rsid w:val="000F38ED"/>
    <w:rsid w:val="000F4C91"/>
    <w:rsid w:val="000F51EC"/>
    <w:rsid w:val="000F559A"/>
    <w:rsid w:val="000F74F2"/>
    <w:rsid w:val="000F7B27"/>
    <w:rsid w:val="0010004D"/>
    <w:rsid w:val="0010139F"/>
    <w:rsid w:val="001023E7"/>
    <w:rsid w:val="00103B95"/>
    <w:rsid w:val="001040C7"/>
    <w:rsid w:val="001054E0"/>
    <w:rsid w:val="0010557D"/>
    <w:rsid w:val="00106877"/>
    <w:rsid w:val="001075DF"/>
    <w:rsid w:val="001104DF"/>
    <w:rsid w:val="00111462"/>
    <w:rsid w:val="00111963"/>
    <w:rsid w:val="001123C6"/>
    <w:rsid w:val="00112AE9"/>
    <w:rsid w:val="00112BAA"/>
    <w:rsid w:val="00114675"/>
    <w:rsid w:val="001166F4"/>
    <w:rsid w:val="00120952"/>
    <w:rsid w:val="001209E1"/>
    <w:rsid w:val="00120D55"/>
    <w:rsid w:val="00124FB9"/>
    <w:rsid w:val="00125C26"/>
    <w:rsid w:val="00132B10"/>
    <w:rsid w:val="00133F04"/>
    <w:rsid w:val="00135FBE"/>
    <w:rsid w:val="00136990"/>
    <w:rsid w:val="00136CE5"/>
    <w:rsid w:val="00137B3E"/>
    <w:rsid w:val="00137D75"/>
    <w:rsid w:val="00140876"/>
    <w:rsid w:val="00144AC9"/>
    <w:rsid w:val="001505E8"/>
    <w:rsid w:val="00150948"/>
    <w:rsid w:val="0015402B"/>
    <w:rsid w:val="0015559B"/>
    <w:rsid w:val="001560AD"/>
    <w:rsid w:val="00157139"/>
    <w:rsid w:val="0015720D"/>
    <w:rsid w:val="00157D23"/>
    <w:rsid w:val="00160129"/>
    <w:rsid w:val="0016263A"/>
    <w:rsid w:val="00165C12"/>
    <w:rsid w:val="001661EB"/>
    <w:rsid w:val="00166F08"/>
    <w:rsid w:val="00167111"/>
    <w:rsid w:val="00167EDE"/>
    <w:rsid w:val="0017356A"/>
    <w:rsid w:val="0017490F"/>
    <w:rsid w:val="0017567A"/>
    <w:rsid w:val="001776B5"/>
    <w:rsid w:val="00177A80"/>
    <w:rsid w:val="00182F49"/>
    <w:rsid w:val="00184DE9"/>
    <w:rsid w:val="00186D75"/>
    <w:rsid w:val="00191AEF"/>
    <w:rsid w:val="0019285F"/>
    <w:rsid w:val="001945BA"/>
    <w:rsid w:val="00195A73"/>
    <w:rsid w:val="0019622C"/>
    <w:rsid w:val="00196602"/>
    <w:rsid w:val="00196E7C"/>
    <w:rsid w:val="00197959"/>
    <w:rsid w:val="001A3B2C"/>
    <w:rsid w:val="001A4FEA"/>
    <w:rsid w:val="001A79D3"/>
    <w:rsid w:val="001A7D8E"/>
    <w:rsid w:val="001B066D"/>
    <w:rsid w:val="001B235E"/>
    <w:rsid w:val="001B3B26"/>
    <w:rsid w:val="001B3BA9"/>
    <w:rsid w:val="001B429C"/>
    <w:rsid w:val="001B4E16"/>
    <w:rsid w:val="001B7E2A"/>
    <w:rsid w:val="001C1378"/>
    <w:rsid w:val="001C72CE"/>
    <w:rsid w:val="001C7987"/>
    <w:rsid w:val="001D1033"/>
    <w:rsid w:val="001D3C49"/>
    <w:rsid w:val="001D5CAE"/>
    <w:rsid w:val="001E0DCE"/>
    <w:rsid w:val="001E2D70"/>
    <w:rsid w:val="001E4BFE"/>
    <w:rsid w:val="001E5ADE"/>
    <w:rsid w:val="001E6A1F"/>
    <w:rsid w:val="001E72C8"/>
    <w:rsid w:val="001E75DF"/>
    <w:rsid w:val="001F2C1D"/>
    <w:rsid w:val="001F49C7"/>
    <w:rsid w:val="001F5A3B"/>
    <w:rsid w:val="001F61D0"/>
    <w:rsid w:val="001F68D9"/>
    <w:rsid w:val="001F7B3D"/>
    <w:rsid w:val="0020077E"/>
    <w:rsid w:val="00201CCF"/>
    <w:rsid w:val="00203597"/>
    <w:rsid w:val="002035B7"/>
    <w:rsid w:val="0020586D"/>
    <w:rsid w:val="00207D84"/>
    <w:rsid w:val="00207E6B"/>
    <w:rsid w:val="00210BAE"/>
    <w:rsid w:val="00213050"/>
    <w:rsid w:val="002143BD"/>
    <w:rsid w:val="00217539"/>
    <w:rsid w:val="00221770"/>
    <w:rsid w:val="00221814"/>
    <w:rsid w:val="002303C7"/>
    <w:rsid w:val="00231985"/>
    <w:rsid w:val="00231E97"/>
    <w:rsid w:val="00232DF5"/>
    <w:rsid w:val="002337F9"/>
    <w:rsid w:val="0023472B"/>
    <w:rsid w:val="00236D5A"/>
    <w:rsid w:val="00241268"/>
    <w:rsid w:val="00242D02"/>
    <w:rsid w:val="00242F61"/>
    <w:rsid w:val="0024367C"/>
    <w:rsid w:val="00244DE2"/>
    <w:rsid w:val="0024531C"/>
    <w:rsid w:val="00245483"/>
    <w:rsid w:val="002473CA"/>
    <w:rsid w:val="00253F29"/>
    <w:rsid w:val="00256647"/>
    <w:rsid w:val="002601E6"/>
    <w:rsid w:val="0026140B"/>
    <w:rsid w:val="002623A9"/>
    <w:rsid w:val="00265939"/>
    <w:rsid w:val="00266C0E"/>
    <w:rsid w:val="0027058C"/>
    <w:rsid w:val="002718D3"/>
    <w:rsid w:val="002722C9"/>
    <w:rsid w:val="002736DD"/>
    <w:rsid w:val="0027587F"/>
    <w:rsid w:val="00275F41"/>
    <w:rsid w:val="00276A7E"/>
    <w:rsid w:val="0028455F"/>
    <w:rsid w:val="00285372"/>
    <w:rsid w:val="002865A8"/>
    <w:rsid w:val="00286923"/>
    <w:rsid w:val="00290EF2"/>
    <w:rsid w:val="0029665A"/>
    <w:rsid w:val="00296A89"/>
    <w:rsid w:val="00297C83"/>
    <w:rsid w:val="002A1702"/>
    <w:rsid w:val="002A2D0D"/>
    <w:rsid w:val="002A791E"/>
    <w:rsid w:val="002B121F"/>
    <w:rsid w:val="002B15C9"/>
    <w:rsid w:val="002B25F5"/>
    <w:rsid w:val="002B4A05"/>
    <w:rsid w:val="002C1989"/>
    <w:rsid w:val="002C30AA"/>
    <w:rsid w:val="002C380F"/>
    <w:rsid w:val="002C3FF4"/>
    <w:rsid w:val="002C412C"/>
    <w:rsid w:val="002C482A"/>
    <w:rsid w:val="002C490F"/>
    <w:rsid w:val="002C4F63"/>
    <w:rsid w:val="002C66E6"/>
    <w:rsid w:val="002D08F4"/>
    <w:rsid w:val="002D099F"/>
    <w:rsid w:val="002D2FB4"/>
    <w:rsid w:val="002D3EE5"/>
    <w:rsid w:val="002D50B1"/>
    <w:rsid w:val="002D6D4C"/>
    <w:rsid w:val="002E153C"/>
    <w:rsid w:val="002E2127"/>
    <w:rsid w:val="002E555A"/>
    <w:rsid w:val="002E573E"/>
    <w:rsid w:val="002E659C"/>
    <w:rsid w:val="002E700C"/>
    <w:rsid w:val="002E7CA3"/>
    <w:rsid w:val="002F0808"/>
    <w:rsid w:val="002F680F"/>
    <w:rsid w:val="002F76E9"/>
    <w:rsid w:val="00300FAA"/>
    <w:rsid w:val="00304E73"/>
    <w:rsid w:val="003070A1"/>
    <w:rsid w:val="00310EB5"/>
    <w:rsid w:val="003119CB"/>
    <w:rsid w:val="00313887"/>
    <w:rsid w:val="0031451F"/>
    <w:rsid w:val="003168C2"/>
    <w:rsid w:val="003169AD"/>
    <w:rsid w:val="003176DC"/>
    <w:rsid w:val="0032414F"/>
    <w:rsid w:val="00324E83"/>
    <w:rsid w:val="00324FF1"/>
    <w:rsid w:val="003261EA"/>
    <w:rsid w:val="00327595"/>
    <w:rsid w:val="003329F9"/>
    <w:rsid w:val="00336A4B"/>
    <w:rsid w:val="003415FD"/>
    <w:rsid w:val="0034233E"/>
    <w:rsid w:val="0034437C"/>
    <w:rsid w:val="00344FD8"/>
    <w:rsid w:val="0034564B"/>
    <w:rsid w:val="003468BD"/>
    <w:rsid w:val="00347907"/>
    <w:rsid w:val="003509EE"/>
    <w:rsid w:val="00353554"/>
    <w:rsid w:val="00353FFB"/>
    <w:rsid w:val="00355546"/>
    <w:rsid w:val="00357103"/>
    <w:rsid w:val="003578EB"/>
    <w:rsid w:val="0036055B"/>
    <w:rsid w:val="00361548"/>
    <w:rsid w:val="00363D62"/>
    <w:rsid w:val="00364FB1"/>
    <w:rsid w:val="00365F67"/>
    <w:rsid w:val="0036794A"/>
    <w:rsid w:val="003718DB"/>
    <w:rsid w:val="00373A31"/>
    <w:rsid w:val="00377908"/>
    <w:rsid w:val="00385861"/>
    <w:rsid w:val="00387A20"/>
    <w:rsid w:val="0039209E"/>
    <w:rsid w:val="003928F4"/>
    <w:rsid w:val="00396303"/>
    <w:rsid w:val="003A092E"/>
    <w:rsid w:val="003A60CF"/>
    <w:rsid w:val="003A7C6D"/>
    <w:rsid w:val="003B34DB"/>
    <w:rsid w:val="003B42AE"/>
    <w:rsid w:val="003B4568"/>
    <w:rsid w:val="003B7B10"/>
    <w:rsid w:val="003C0159"/>
    <w:rsid w:val="003C293C"/>
    <w:rsid w:val="003C46F0"/>
    <w:rsid w:val="003C63E2"/>
    <w:rsid w:val="003C7E58"/>
    <w:rsid w:val="003D2FE0"/>
    <w:rsid w:val="003D676D"/>
    <w:rsid w:val="003D70C4"/>
    <w:rsid w:val="003E0AA5"/>
    <w:rsid w:val="003E1354"/>
    <w:rsid w:val="003E4614"/>
    <w:rsid w:val="003E5F85"/>
    <w:rsid w:val="003E64BA"/>
    <w:rsid w:val="003F1746"/>
    <w:rsid w:val="003F3B49"/>
    <w:rsid w:val="003F42E0"/>
    <w:rsid w:val="004010E4"/>
    <w:rsid w:val="0040353C"/>
    <w:rsid w:val="004060B1"/>
    <w:rsid w:val="004062EA"/>
    <w:rsid w:val="004065BD"/>
    <w:rsid w:val="00407AB2"/>
    <w:rsid w:val="004113C2"/>
    <w:rsid w:val="00411FA0"/>
    <w:rsid w:val="00412840"/>
    <w:rsid w:val="004154E2"/>
    <w:rsid w:val="004166FD"/>
    <w:rsid w:val="00420CAC"/>
    <w:rsid w:val="00424EE4"/>
    <w:rsid w:val="00426470"/>
    <w:rsid w:val="00427A30"/>
    <w:rsid w:val="00430FA6"/>
    <w:rsid w:val="00434085"/>
    <w:rsid w:val="00434596"/>
    <w:rsid w:val="0043461E"/>
    <w:rsid w:val="00436922"/>
    <w:rsid w:val="00437ED5"/>
    <w:rsid w:val="00440790"/>
    <w:rsid w:val="0044261F"/>
    <w:rsid w:val="004430D9"/>
    <w:rsid w:val="00443356"/>
    <w:rsid w:val="004433B7"/>
    <w:rsid w:val="00445184"/>
    <w:rsid w:val="0044703B"/>
    <w:rsid w:val="004471FD"/>
    <w:rsid w:val="00447326"/>
    <w:rsid w:val="00451BF4"/>
    <w:rsid w:val="00452278"/>
    <w:rsid w:val="004535A7"/>
    <w:rsid w:val="004536BE"/>
    <w:rsid w:val="004557FA"/>
    <w:rsid w:val="00460669"/>
    <w:rsid w:val="004614D4"/>
    <w:rsid w:val="004624A0"/>
    <w:rsid w:val="00462A11"/>
    <w:rsid w:val="0046377B"/>
    <w:rsid w:val="0046474F"/>
    <w:rsid w:val="004707B8"/>
    <w:rsid w:val="00471F24"/>
    <w:rsid w:val="00476633"/>
    <w:rsid w:val="00476EC4"/>
    <w:rsid w:val="00477635"/>
    <w:rsid w:val="0048300A"/>
    <w:rsid w:val="00485FE3"/>
    <w:rsid w:val="004863D9"/>
    <w:rsid w:val="004867D4"/>
    <w:rsid w:val="0049296A"/>
    <w:rsid w:val="004952B1"/>
    <w:rsid w:val="00495F59"/>
    <w:rsid w:val="00497F23"/>
    <w:rsid w:val="004A18D6"/>
    <w:rsid w:val="004A532E"/>
    <w:rsid w:val="004A5828"/>
    <w:rsid w:val="004A5864"/>
    <w:rsid w:val="004A6F89"/>
    <w:rsid w:val="004A7970"/>
    <w:rsid w:val="004B44C8"/>
    <w:rsid w:val="004B44E5"/>
    <w:rsid w:val="004B4883"/>
    <w:rsid w:val="004B539D"/>
    <w:rsid w:val="004B5F5B"/>
    <w:rsid w:val="004B71AB"/>
    <w:rsid w:val="004B7CC4"/>
    <w:rsid w:val="004C0F06"/>
    <w:rsid w:val="004C1FC6"/>
    <w:rsid w:val="004C3507"/>
    <w:rsid w:val="004C3C86"/>
    <w:rsid w:val="004C3F79"/>
    <w:rsid w:val="004C5584"/>
    <w:rsid w:val="004C6E6D"/>
    <w:rsid w:val="004C7D55"/>
    <w:rsid w:val="004C7EF9"/>
    <w:rsid w:val="004D1515"/>
    <w:rsid w:val="004D2A00"/>
    <w:rsid w:val="004D5E16"/>
    <w:rsid w:val="004D6C40"/>
    <w:rsid w:val="004E2153"/>
    <w:rsid w:val="004E51C6"/>
    <w:rsid w:val="004E5655"/>
    <w:rsid w:val="004E6D38"/>
    <w:rsid w:val="004E78B9"/>
    <w:rsid w:val="004E7AB5"/>
    <w:rsid w:val="004F03B2"/>
    <w:rsid w:val="004F4348"/>
    <w:rsid w:val="004F498B"/>
    <w:rsid w:val="004F6284"/>
    <w:rsid w:val="004F7512"/>
    <w:rsid w:val="005016B1"/>
    <w:rsid w:val="00501D6B"/>
    <w:rsid w:val="005029DE"/>
    <w:rsid w:val="00503D1C"/>
    <w:rsid w:val="00505320"/>
    <w:rsid w:val="00505F76"/>
    <w:rsid w:val="00512259"/>
    <w:rsid w:val="00514E6A"/>
    <w:rsid w:val="005206D6"/>
    <w:rsid w:val="00521440"/>
    <w:rsid w:val="00523252"/>
    <w:rsid w:val="0052414B"/>
    <w:rsid w:val="0052483F"/>
    <w:rsid w:val="00524B19"/>
    <w:rsid w:val="0052564D"/>
    <w:rsid w:val="0052618B"/>
    <w:rsid w:val="00527002"/>
    <w:rsid w:val="005270CD"/>
    <w:rsid w:val="005308EA"/>
    <w:rsid w:val="005313CA"/>
    <w:rsid w:val="00531548"/>
    <w:rsid w:val="0053258E"/>
    <w:rsid w:val="00535686"/>
    <w:rsid w:val="005366C9"/>
    <w:rsid w:val="00536DB5"/>
    <w:rsid w:val="00540DC1"/>
    <w:rsid w:val="00544FA3"/>
    <w:rsid w:val="005474EE"/>
    <w:rsid w:val="00547E39"/>
    <w:rsid w:val="005501B3"/>
    <w:rsid w:val="005507BF"/>
    <w:rsid w:val="0055104C"/>
    <w:rsid w:val="00552050"/>
    <w:rsid w:val="00554224"/>
    <w:rsid w:val="0055743B"/>
    <w:rsid w:val="005577AE"/>
    <w:rsid w:val="00561044"/>
    <w:rsid w:val="00562140"/>
    <w:rsid w:val="0056480A"/>
    <w:rsid w:val="00565D4C"/>
    <w:rsid w:val="00566781"/>
    <w:rsid w:val="005674B6"/>
    <w:rsid w:val="00570079"/>
    <w:rsid w:val="00570D7D"/>
    <w:rsid w:val="00572704"/>
    <w:rsid w:val="00574B56"/>
    <w:rsid w:val="0057548B"/>
    <w:rsid w:val="005762FB"/>
    <w:rsid w:val="00581030"/>
    <w:rsid w:val="00584380"/>
    <w:rsid w:val="00584809"/>
    <w:rsid w:val="00585D0F"/>
    <w:rsid w:val="00586EFF"/>
    <w:rsid w:val="00590121"/>
    <w:rsid w:val="0059047A"/>
    <w:rsid w:val="00590BB6"/>
    <w:rsid w:val="00594EF0"/>
    <w:rsid w:val="00596133"/>
    <w:rsid w:val="005A021A"/>
    <w:rsid w:val="005A0834"/>
    <w:rsid w:val="005A1674"/>
    <w:rsid w:val="005A1C6D"/>
    <w:rsid w:val="005A2A28"/>
    <w:rsid w:val="005A433F"/>
    <w:rsid w:val="005A562A"/>
    <w:rsid w:val="005A64C2"/>
    <w:rsid w:val="005A6599"/>
    <w:rsid w:val="005B428D"/>
    <w:rsid w:val="005B6C1C"/>
    <w:rsid w:val="005C0608"/>
    <w:rsid w:val="005C1C04"/>
    <w:rsid w:val="005C2EF8"/>
    <w:rsid w:val="005C32BF"/>
    <w:rsid w:val="005C6978"/>
    <w:rsid w:val="005C7D82"/>
    <w:rsid w:val="005D122B"/>
    <w:rsid w:val="005D268B"/>
    <w:rsid w:val="005D5C7C"/>
    <w:rsid w:val="005E0D1F"/>
    <w:rsid w:val="005E15D2"/>
    <w:rsid w:val="005E1DB5"/>
    <w:rsid w:val="005E5DB5"/>
    <w:rsid w:val="005E62E4"/>
    <w:rsid w:val="005E70A0"/>
    <w:rsid w:val="005F298E"/>
    <w:rsid w:val="005F3F73"/>
    <w:rsid w:val="005F592F"/>
    <w:rsid w:val="005F6418"/>
    <w:rsid w:val="00604856"/>
    <w:rsid w:val="006060B6"/>
    <w:rsid w:val="00607340"/>
    <w:rsid w:val="00611992"/>
    <w:rsid w:val="0061253C"/>
    <w:rsid w:val="006127E7"/>
    <w:rsid w:val="00613376"/>
    <w:rsid w:val="00614882"/>
    <w:rsid w:val="006156CB"/>
    <w:rsid w:val="0061649C"/>
    <w:rsid w:val="00616A8D"/>
    <w:rsid w:val="00617943"/>
    <w:rsid w:val="00620634"/>
    <w:rsid w:val="0062210C"/>
    <w:rsid w:val="00623CF7"/>
    <w:rsid w:val="00625FF0"/>
    <w:rsid w:val="00630BD6"/>
    <w:rsid w:val="006334A6"/>
    <w:rsid w:val="00633993"/>
    <w:rsid w:val="00634327"/>
    <w:rsid w:val="00634E89"/>
    <w:rsid w:val="006351F7"/>
    <w:rsid w:val="00635798"/>
    <w:rsid w:val="00636B9C"/>
    <w:rsid w:val="006401AD"/>
    <w:rsid w:val="00644433"/>
    <w:rsid w:val="006444E7"/>
    <w:rsid w:val="00645F93"/>
    <w:rsid w:val="00646583"/>
    <w:rsid w:val="0064702C"/>
    <w:rsid w:val="0065540B"/>
    <w:rsid w:val="00657527"/>
    <w:rsid w:val="00660675"/>
    <w:rsid w:val="00660920"/>
    <w:rsid w:val="006611FD"/>
    <w:rsid w:val="006638EC"/>
    <w:rsid w:val="00663EA6"/>
    <w:rsid w:val="00665CC6"/>
    <w:rsid w:val="00670FBD"/>
    <w:rsid w:val="00672EA6"/>
    <w:rsid w:val="006742D4"/>
    <w:rsid w:val="00675E69"/>
    <w:rsid w:val="0067648F"/>
    <w:rsid w:val="00677F18"/>
    <w:rsid w:val="00685EA0"/>
    <w:rsid w:val="00686F88"/>
    <w:rsid w:val="00690FE3"/>
    <w:rsid w:val="00692371"/>
    <w:rsid w:val="006933BD"/>
    <w:rsid w:val="006948E4"/>
    <w:rsid w:val="006953D0"/>
    <w:rsid w:val="00697027"/>
    <w:rsid w:val="006A0C02"/>
    <w:rsid w:val="006A0F5E"/>
    <w:rsid w:val="006A573F"/>
    <w:rsid w:val="006A75D1"/>
    <w:rsid w:val="006A7982"/>
    <w:rsid w:val="006B0275"/>
    <w:rsid w:val="006B14F0"/>
    <w:rsid w:val="006B5639"/>
    <w:rsid w:val="006B73CD"/>
    <w:rsid w:val="006C047E"/>
    <w:rsid w:val="006C262A"/>
    <w:rsid w:val="006C29D7"/>
    <w:rsid w:val="006C2C8E"/>
    <w:rsid w:val="006C2EB9"/>
    <w:rsid w:val="006C7366"/>
    <w:rsid w:val="006C73B7"/>
    <w:rsid w:val="006D3053"/>
    <w:rsid w:val="006D5E65"/>
    <w:rsid w:val="006D6116"/>
    <w:rsid w:val="006D70E3"/>
    <w:rsid w:val="006D7174"/>
    <w:rsid w:val="006D7D1A"/>
    <w:rsid w:val="006E0162"/>
    <w:rsid w:val="006E191E"/>
    <w:rsid w:val="006E636C"/>
    <w:rsid w:val="006F1714"/>
    <w:rsid w:val="006F49F4"/>
    <w:rsid w:val="006F7D13"/>
    <w:rsid w:val="00701206"/>
    <w:rsid w:val="007012CC"/>
    <w:rsid w:val="00706C5E"/>
    <w:rsid w:val="00710297"/>
    <w:rsid w:val="00710F4B"/>
    <w:rsid w:val="0071215E"/>
    <w:rsid w:val="007126BB"/>
    <w:rsid w:val="007153A1"/>
    <w:rsid w:val="00715C19"/>
    <w:rsid w:val="00715CF1"/>
    <w:rsid w:val="0071685C"/>
    <w:rsid w:val="00716B24"/>
    <w:rsid w:val="00716D0F"/>
    <w:rsid w:val="007176AC"/>
    <w:rsid w:val="00720832"/>
    <w:rsid w:val="00721091"/>
    <w:rsid w:val="0072187B"/>
    <w:rsid w:val="00721941"/>
    <w:rsid w:val="007225D5"/>
    <w:rsid w:val="00723091"/>
    <w:rsid w:val="0072456F"/>
    <w:rsid w:val="0073087E"/>
    <w:rsid w:val="007309F0"/>
    <w:rsid w:val="00731048"/>
    <w:rsid w:val="00732911"/>
    <w:rsid w:val="0073339A"/>
    <w:rsid w:val="00736AF8"/>
    <w:rsid w:val="00736CB8"/>
    <w:rsid w:val="00740DC8"/>
    <w:rsid w:val="0074113F"/>
    <w:rsid w:val="007415C4"/>
    <w:rsid w:val="007426DD"/>
    <w:rsid w:val="00745A83"/>
    <w:rsid w:val="00747786"/>
    <w:rsid w:val="00747CB4"/>
    <w:rsid w:val="00747CEF"/>
    <w:rsid w:val="00750ED1"/>
    <w:rsid w:val="0075195A"/>
    <w:rsid w:val="00752F5D"/>
    <w:rsid w:val="00753C64"/>
    <w:rsid w:val="0075551E"/>
    <w:rsid w:val="007564F9"/>
    <w:rsid w:val="00756701"/>
    <w:rsid w:val="00757791"/>
    <w:rsid w:val="007618B6"/>
    <w:rsid w:val="00762D79"/>
    <w:rsid w:val="0076310E"/>
    <w:rsid w:val="00763F30"/>
    <w:rsid w:val="0076409B"/>
    <w:rsid w:val="00765C0D"/>
    <w:rsid w:val="007706DA"/>
    <w:rsid w:val="00773730"/>
    <w:rsid w:val="00774377"/>
    <w:rsid w:val="0077494B"/>
    <w:rsid w:val="00775F86"/>
    <w:rsid w:val="007774E6"/>
    <w:rsid w:val="007804CC"/>
    <w:rsid w:val="0078117F"/>
    <w:rsid w:val="00781CFE"/>
    <w:rsid w:val="007836C5"/>
    <w:rsid w:val="00784263"/>
    <w:rsid w:val="0078769D"/>
    <w:rsid w:val="00791AE0"/>
    <w:rsid w:val="007959DF"/>
    <w:rsid w:val="007962A2"/>
    <w:rsid w:val="0079775C"/>
    <w:rsid w:val="007A0722"/>
    <w:rsid w:val="007A7785"/>
    <w:rsid w:val="007B0BCC"/>
    <w:rsid w:val="007B15F0"/>
    <w:rsid w:val="007B2DC9"/>
    <w:rsid w:val="007B43F7"/>
    <w:rsid w:val="007B4FCD"/>
    <w:rsid w:val="007B5D42"/>
    <w:rsid w:val="007B6663"/>
    <w:rsid w:val="007B6DA7"/>
    <w:rsid w:val="007C0A34"/>
    <w:rsid w:val="007C2A13"/>
    <w:rsid w:val="007C7D6E"/>
    <w:rsid w:val="007D774D"/>
    <w:rsid w:val="007E3D75"/>
    <w:rsid w:val="007E70C0"/>
    <w:rsid w:val="007E70D0"/>
    <w:rsid w:val="007F3CAD"/>
    <w:rsid w:val="007F4F99"/>
    <w:rsid w:val="007F51B7"/>
    <w:rsid w:val="007F534A"/>
    <w:rsid w:val="007F6453"/>
    <w:rsid w:val="007F7BAE"/>
    <w:rsid w:val="00804D62"/>
    <w:rsid w:val="00810F99"/>
    <w:rsid w:val="008158B5"/>
    <w:rsid w:val="0081713F"/>
    <w:rsid w:val="008223C8"/>
    <w:rsid w:val="0082240D"/>
    <w:rsid w:val="00822AE3"/>
    <w:rsid w:val="0082314B"/>
    <w:rsid w:val="0082433C"/>
    <w:rsid w:val="0082465E"/>
    <w:rsid w:val="0082518B"/>
    <w:rsid w:val="008252E4"/>
    <w:rsid w:val="00826242"/>
    <w:rsid w:val="00826D07"/>
    <w:rsid w:val="00830BBB"/>
    <w:rsid w:val="00830CCD"/>
    <w:rsid w:val="00831138"/>
    <w:rsid w:val="00831280"/>
    <w:rsid w:val="00832466"/>
    <w:rsid w:val="0083368E"/>
    <w:rsid w:val="008336FE"/>
    <w:rsid w:val="00833F6B"/>
    <w:rsid w:val="00834666"/>
    <w:rsid w:val="0083521D"/>
    <w:rsid w:val="00835490"/>
    <w:rsid w:val="00835A24"/>
    <w:rsid w:val="00835F91"/>
    <w:rsid w:val="0083735B"/>
    <w:rsid w:val="00837851"/>
    <w:rsid w:val="00837F1B"/>
    <w:rsid w:val="008401A2"/>
    <w:rsid w:val="00842CA7"/>
    <w:rsid w:val="00842D50"/>
    <w:rsid w:val="00846A83"/>
    <w:rsid w:val="008472AA"/>
    <w:rsid w:val="0085002F"/>
    <w:rsid w:val="0085032E"/>
    <w:rsid w:val="008538AA"/>
    <w:rsid w:val="008548E0"/>
    <w:rsid w:val="00855716"/>
    <w:rsid w:val="008565EB"/>
    <w:rsid w:val="0085671D"/>
    <w:rsid w:val="00856A50"/>
    <w:rsid w:val="00856E39"/>
    <w:rsid w:val="0085714C"/>
    <w:rsid w:val="008629C7"/>
    <w:rsid w:val="0086354A"/>
    <w:rsid w:val="00863B48"/>
    <w:rsid w:val="00866EC3"/>
    <w:rsid w:val="00871B5D"/>
    <w:rsid w:val="00871BD6"/>
    <w:rsid w:val="008731AD"/>
    <w:rsid w:val="00874360"/>
    <w:rsid w:val="00883BD5"/>
    <w:rsid w:val="00884EBB"/>
    <w:rsid w:val="0088571B"/>
    <w:rsid w:val="00890A25"/>
    <w:rsid w:val="008911FD"/>
    <w:rsid w:val="008944C1"/>
    <w:rsid w:val="0089479E"/>
    <w:rsid w:val="00896D2A"/>
    <w:rsid w:val="008A3C8D"/>
    <w:rsid w:val="008A5250"/>
    <w:rsid w:val="008A6F3B"/>
    <w:rsid w:val="008B1456"/>
    <w:rsid w:val="008B15A6"/>
    <w:rsid w:val="008B2C21"/>
    <w:rsid w:val="008B3463"/>
    <w:rsid w:val="008B6851"/>
    <w:rsid w:val="008B6FD3"/>
    <w:rsid w:val="008C1723"/>
    <w:rsid w:val="008C1D11"/>
    <w:rsid w:val="008C3FFB"/>
    <w:rsid w:val="008C4FAD"/>
    <w:rsid w:val="008C524C"/>
    <w:rsid w:val="008C6732"/>
    <w:rsid w:val="008C6F89"/>
    <w:rsid w:val="008C71B2"/>
    <w:rsid w:val="008C7396"/>
    <w:rsid w:val="008D0697"/>
    <w:rsid w:val="008D2E12"/>
    <w:rsid w:val="008D3028"/>
    <w:rsid w:val="008D3414"/>
    <w:rsid w:val="008D5668"/>
    <w:rsid w:val="008D7CB3"/>
    <w:rsid w:val="008E0215"/>
    <w:rsid w:val="008E292A"/>
    <w:rsid w:val="008E3604"/>
    <w:rsid w:val="008E3D49"/>
    <w:rsid w:val="008E480F"/>
    <w:rsid w:val="008E4AF7"/>
    <w:rsid w:val="008E554D"/>
    <w:rsid w:val="008E59EF"/>
    <w:rsid w:val="008E6980"/>
    <w:rsid w:val="008E6D46"/>
    <w:rsid w:val="008E781B"/>
    <w:rsid w:val="008F0ED1"/>
    <w:rsid w:val="008F37AC"/>
    <w:rsid w:val="008F7643"/>
    <w:rsid w:val="009003FF"/>
    <w:rsid w:val="00900624"/>
    <w:rsid w:val="0090089E"/>
    <w:rsid w:val="009023B6"/>
    <w:rsid w:val="00904458"/>
    <w:rsid w:val="00905B8D"/>
    <w:rsid w:val="00905D19"/>
    <w:rsid w:val="009119D6"/>
    <w:rsid w:val="00911EB8"/>
    <w:rsid w:val="00912C3D"/>
    <w:rsid w:val="00913B1E"/>
    <w:rsid w:val="0091417A"/>
    <w:rsid w:val="009164A9"/>
    <w:rsid w:val="009165BC"/>
    <w:rsid w:val="00916D4E"/>
    <w:rsid w:val="0092043F"/>
    <w:rsid w:val="0092138D"/>
    <w:rsid w:val="0092197D"/>
    <w:rsid w:val="00922652"/>
    <w:rsid w:val="00923F0D"/>
    <w:rsid w:val="0092499F"/>
    <w:rsid w:val="00925D76"/>
    <w:rsid w:val="009311EF"/>
    <w:rsid w:val="0093586E"/>
    <w:rsid w:val="00940514"/>
    <w:rsid w:val="00941B00"/>
    <w:rsid w:val="00941B25"/>
    <w:rsid w:val="0094560E"/>
    <w:rsid w:val="00947692"/>
    <w:rsid w:val="0095019B"/>
    <w:rsid w:val="00950D53"/>
    <w:rsid w:val="00953298"/>
    <w:rsid w:val="00955434"/>
    <w:rsid w:val="009575A6"/>
    <w:rsid w:val="009613CF"/>
    <w:rsid w:val="0096284E"/>
    <w:rsid w:val="00967EA2"/>
    <w:rsid w:val="00973658"/>
    <w:rsid w:val="00973E88"/>
    <w:rsid w:val="00976505"/>
    <w:rsid w:val="00976B04"/>
    <w:rsid w:val="009817F0"/>
    <w:rsid w:val="00982869"/>
    <w:rsid w:val="009831F0"/>
    <w:rsid w:val="00983A0C"/>
    <w:rsid w:val="00983BCD"/>
    <w:rsid w:val="009866B4"/>
    <w:rsid w:val="009917FB"/>
    <w:rsid w:val="00993CEC"/>
    <w:rsid w:val="00994337"/>
    <w:rsid w:val="00997038"/>
    <w:rsid w:val="00997BDB"/>
    <w:rsid w:val="009A06BB"/>
    <w:rsid w:val="009A1709"/>
    <w:rsid w:val="009A3093"/>
    <w:rsid w:val="009A5033"/>
    <w:rsid w:val="009A7D12"/>
    <w:rsid w:val="009B037B"/>
    <w:rsid w:val="009B3FE2"/>
    <w:rsid w:val="009B4A6A"/>
    <w:rsid w:val="009B5882"/>
    <w:rsid w:val="009B708C"/>
    <w:rsid w:val="009C0054"/>
    <w:rsid w:val="009C1A16"/>
    <w:rsid w:val="009C41EF"/>
    <w:rsid w:val="009C5524"/>
    <w:rsid w:val="009C5A79"/>
    <w:rsid w:val="009C7C02"/>
    <w:rsid w:val="009C7CD9"/>
    <w:rsid w:val="009D3265"/>
    <w:rsid w:val="009D35A2"/>
    <w:rsid w:val="009D3933"/>
    <w:rsid w:val="009D3E31"/>
    <w:rsid w:val="009D413B"/>
    <w:rsid w:val="009D4211"/>
    <w:rsid w:val="009D49CB"/>
    <w:rsid w:val="009D7F02"/>
    <w:rsid w:val="009D7FCD"/>
    <w:rsid w:val="009E1A28"/>
    <w:rsid w:val="009E3691"/>
    <w:rsid w:val="009E7F72"/>
    <w:rsid w:val="009F2B3F"/>
    <w:rsid w:val="009F2B53"/>
    <w:rsid w:val="009F2D55"/>
    <w:rsid w:val="00A00858"/>
    <w:rsid w:val="00A00F10"/>
    <w:rsid w:val="00A02581"/>
    <w:rsid w:val="00A02B6F"/>
    <w:rsid w:val="00A02CA0"/>
    <w:rsid w:val="00A02DA1"/>
    <w:rsid w:val="00A04E64"/>
    <w:rsid w:val="00A06720"/>
    <w:rsid w:val="00A0743D"/>
    <w:rsid w:val="00A11C4E"/>
    <w:rsid w:val="00A13FF0"/>
    <w:rsid w:val="00A15E19"/>
    <w:rsid w:val="00A16122"/>
    <w:rsid w:val="00A21D8D"/>
    <w:rsid w:val="00A24F3B"/>
    <w:rsid w:val="00A25738"/>
    <w:rsid w:val="00A25D19"/>
    <w:rsid w:val="00A273FA"/>
    <w:rsid w:val="00A30209"/>
    <w:rsid w:val="00A31375"/>
    <w:rsid w:val="00A33B94"/>
    <w:rsid w:val="00A357E6"/>
    <w:rsid w:val="00A42118"/>
    <w:rsid w:val="00A42B1C"/>
    <w:rsid w:val="00A42FA2"/>
    <w:rsid w:val="00A444DE"/>
    <w:rsid w:val="00A44E24"/>
    <w:rsid w:val="00A45D95"/>
    <w:rsid w:val="00A463CB"/>
    <w:rsid w:val="00A46436"/>
    <w:rsid w:val="00A51685"/>
    <w:rsid w:val="00A6076E"/>
    <w:rsid w:val="00A6082A"/>
    <w:rsid w:val="00A620D8"/>
    <w:rsid w:val="00A6450D"/>
    <w:rsid w:val="00A655E8"/>
    <w:rsid w:val="00A67638"/>
    <w:rsid w:val="00A71EA6"/>
    <w:rsid w:val="00A726DA"/>
    <w:rsid w:val="00A82195"/>
    <w:rsid w:val="00A867AE"/>
    <w:rsid w:val="00A869EC"/>
    <w:rsid w:val="00A86FFE"/>
    <w:rsid w:val="00A91E2C"/>
    <w:rsid w:val="00A92C91"/>
    <w:rsid w:val="00A94E26"/>
    <w:rsid w:val="00A95EC3"/>
    <w:rsid w:val="00A96E94"/>
    <w:rsid w:val="00AA1135"/>
    <w:rsid w:val="00AA23CC"/>
    <w:rsid w:val="00AA399F"/>
    <w:rsid w:val="00AA3DBA"/>
    <w:rsid w:val="00AA7FDE"/>
    <w:rsid w:val="00AB4971"/>
    <w:rsid w:val="00AB5B28"/>
    <w:rsid w:val="00AB66E9"/>
    <w:rsid w:val="00AB7E52"/>
    <w:rsid w:val="00AC08D6"/>
    <w:rsid w:val="00AC11AB"/>
    <w:rsid w:val="00AC13C3"/>
    <w:rsid w:val="00AC1611"/>
    <w:rsid w:val="00AC4E9E"/>
    <w:rsid w:val="00AC524A"/>
    <w:rsid w:val="00AC638F"/>
    <w:rsid w:val="00AC6E5B"/>
    <w:rsid w:val="00AD25EA"/>
    <w:rsid w:val="00AD47D2"/>
    <w:rsid w:val="00AD4A8B"/>
    <w:rsid w:val="00AD54E6"/>
    <w:rsid w:val="00AD6884"/>
    <w:rsid w:val="00AD7B21"/>
    <w:rsid w:val="00AE0016"/>
    <w:rsid w:val="00AE0F52"/>
    <w:rsid w:val="00AE1155"/>
    <w:rsid w:val="00AE17F7"/>
    <w:rsid w:val="00AE2704"/>
    <w:rsid w:val="00AE41A3"/>
    <w:rsid w:val="00AE4CD3"/>
    <w:rsid w:val="00AE6455"/>
    <w:rsid w:val="00AE6C5A"/>
    <w:rsid w:val="00AE6E4B"/>
    <w:rsid w:val="00AF1680"/>
    <w:rsid w:val="00AF2903"/>
    <w:rsid w:val="00AF3329"/>
    <w:rsid w:val="00AF3C7A"/>
    <w:rsid w:val="00AF3FB6"/>
    <w:rsid w:val="00AF4945"/>
    <w:rsid w:val="00AF52F5"/>
    <w:rsid w:val="00B003A6"/>
    <w:rsid w:val="00B006B5"/>
    <w:rsid w:val="00B01A25"/>
    <w:rsid w:val="00B01F3A"/>
    <w:rsid w:val="00B03BE3"/>
    <w:rsid w:val="00B03D10"/>
    <w:rsid w:val="00B03D54"/>
    <w:rsid w:val="00B03FA2"/>
    <w:rsid w:val="00B046D1"/>
    <w:rsid w:val="00B04CA1"/>
    <w:rsid w:val="00B1026E"/>
    <w:rsid w:val="00B10EB0"/>
    <w:rsid w:val="00B118D6"/>
    <w:rsid w:val="00B14BF8"/>
    <w:rsid w:val="00B15084"/>
    <w:rsid w:val="00B16267"/>
    <w:rsid w:val="00B17375"/>
    <w:rsid w:val="00B25CB3"/>
    <w:rsid w:val="00B2651C"/>
    <w:rsid w:val="00B27072"/>
    <w:rsid w:val="00B309CE"/>
    <w:rsid w:val="00B30E7A"/>
    <w:rsid w:val="00B31D7E"/>
    <w:rsid w:val="00B32ECC"/>
    <w:rsid w:val="00B40910"/>
    <w:rsid w:val="00B4254F"/>
    <w:rsid w:val="00B425E0"/>
    <w:rsid w:val="00B43770"/>
    <w:rsid w:val="00B44A5A"/>
    <w:rsid w:val="00B45799"/>
    <w:rsid w:val="00B45B09"/>
    <w:rsid w:val="00B46416"/>
    <w:rsid w:val="00B46DA6"/>
    <w:rsid w:val="00B52329"/>
    <w:rsid w:val="00B541BD"/>
    <w:rsid w:val="00B5542D"/>
    <w:rsid w:val="00B55AEE"/>
    <w:rsid w:val="00B56EE7"/>
    <w:rsid w:val="00B576AB"/>
    <w:rsid w:val="00B622AA"/>
    <w:rsid w:val="00B62DF4"/>
    <w:rsid w:val="00B6509D"/>
    <w:rsid w:val="00B6552C"/>
    <w:rsid w:val="00B65B06"/>
    <w:rsid w:val="00B70C54"/>
    <w:rsid w:val="00B72448"/>
    <w:rsid w:val="00B737DB"/>
    <w:rsid w:val="00B73AA3"/>
    <w:rsid w:val="00B80E4E"/>
    <w:rsid w:val="00B830B7"/>
    <w:rsid w:val="00B870B2"/>
    <w:rsid w:val="00B87A51"/>
    <w:rsid w:val="00B91C4C"/>
    <w:rsid w:val="00B91FF8"/>
    <w:rsid w:val="00B9539B"/>
    <w:rsid w:val="00B974BA"/>
    <w:rsid w:val="00BA085D"/>
    <w:rsid w:val="00BA0976"/>
    <w:rsid w:val="00BA1359"/>
    <w:rsid w:val="00BA1CE0"/>
    <w:rsid w:val="00BA22AB"/>
    <w:rsid w:val="00BA3605"/>
    <w:rsid w:val="00BA47C5"/>
    <w:rsid w:val="00BA4EFE"/>
    <w:rsid w:val="00BA53D6"/>
    <w:rsid w:val="00BA6E6E"/>
    <w:rsid w:val="00BB0830"/>
    <w:rsid w:val="00BB1E1E"/>
    <w:rsid w:val="00BB312A"/>
    <w:rsid w:val="00BB340A"/>
    <w:rsid w:val="00BB4EED"/>
    <w:rsid w:val="00BB5156"/>
    <w:rsid w:val="00BB5358"/>
    <w:rsid w:val="00BC0B69"/>
    <w:rsid w:val="00BC2D3D"/>
    <w:rsid w:val="00BC328A"/>
    <w:rsid w:val="00BC4130"/>
    <w:rsid w:val="00BC445E"/>
    <w:rsid w:val="00BD16C2"/>
    <w:rsid w:val="00BE2527"/>
    <w:rsid w:val="00BE2C94"/>
    <w:rsid w:val="00BE5278"/>
    <w:rsid w:val="00BE5C24"/>
    <w:rsid w:val="00BE782A"/>
    <w:rsid w:val="00BF18F9"/>
    <w:rsid w:val="00BF2D38"/>
    <w:rsid w:val="00BF3EA6"/>
    <w:rsid w:val="00BF5A89"/>
    <w:rsid w:val="00BF6303"/>
    <w:rsid w:val="00BF6ECC"/>
    <w:rsid w:val="00BF6FA8"/>
    <w:rsid w:val="00C04226"/>
    <w:rsid w:val="00C0476E"/>
    <w:rsid w:val="00C04A37"/>
    <w:rsid w:val="00C065C5"/>
    <w:rsid w:val="00C06EFB"/>
    <w:rsid w:val="00C10A6D"/>
    <w:rsid w:val="00C132D6"/>
    <w:rsid w:val="00C169EE"/>
    <w:rsid w:val="00C206E6"/>
    <w:rsid w:val="00C21E4B"/>
    <w:rsid w:val="00C23130"/>
    <w:rsid w:val="00C23DE9"/>
    <w:rsid w:val="00C2434F"/>
    <w:rsid w:val="00C251B8"/>
    <w:rsid w:val="00C25F85"/>
    <w:rsid w:val="00C3394D"/>
    <w:rsid w:val="00C3461A"/>
    <w:rsid w:val="00C36FAE"/>
    <w:rsid w:val="00C4139F"/>
    <w:rsid w:val="00C418FF"/>
    <w:rsid w:val="00C4247C"/>
    <w:rsid w:val="00C42FFF"/>
    <w:rsid w:val="00C43015"/>
    <w:rsid w:val="00C4339D"/>
    <w:rsid w:val="00C4359C"/>
    <w:rsid w:val="00C44A2F"/>
    <w:rsid w:val="00C50123"/>
    <w:rsid w:val="00C50750"/>
    <w:rsid w:val="00C54A35"/>
    <w:rsid w:val="00C55390"/>
    <w:rsid w:val="00C605A0"/>
    <w:rsid w:val="00C62D48"/>
    <w:rsid w:val="00C63491"/>
    <w:rsid w:val="00C71913"/>
    <w:rsid w:val="00C74A1E"/>
    <w:rsid w:val="00C7540E"/>
    <w:rsid w:val="00C8682C"/>
    <w:rsid w:val="00C911DE"/>
    <w:rsid w:val="00C92278"/>
    <w:rsid w:val="00C954A8"/>
    <w:rsid w:val="00C96444"/>
    <w:rsid w:val="00C9711E"/>
    <w:rsid w:val="00C97614"/>
    <w:rsid w:val="00CA157E"/>
    <w:rsid w:val="00CA5465"/>
    <w:rsid w:val="00CA5667"/>
    <w:rsid w:val="00CA5B60"/>
    <w:rsid w:val="00CA6A90"/>
    <w:rsid w:val="00CB1802"/>
    <w:rsid w:val="00CB37F3"/>
    <w:rsid w:val="00CB5276"/>
    <w:rsid w:val="00CB5303"/>
    <w:rsid w:val="00CB6B55"/>
    <w:rsid w:val="00CC7825"/>
    <w:rsid w:val="00CC78B8"/>
    <w:rsid w:val="00CD0488"/>
    <w:rsid w:val="00CD174F"/>
    <w:rsid w:val="00CD1BBF"/>
    <w:rsid w:val="00CD2ACE"/>
    <w:rsid w:val="00CD39D2"/>
    <w:rsid w:val="00CD6B06"/>
    <w:rsid w:val="00CE02A5"/>
    <w:rsid w:val="00CE378D"/>
    <w:rsid w:val="00CE426E"/>
    <w:rsid w:val="00CE79ED"/>
    <w:rsid w:val="00CF01C5"/>
    <w:rsid w:val="00CF18F8"/>
    <w:rsid w:val="00CF1F7B"/>
    <w:rsid w:val="00CF4280"/>
    <w:rsid w:val="00CF494A"/>
    <w:rsid w:val="00CF5958"/>
    <w:rsid w:val="00CF5C8F"/>
    <w:rsid w:val="00CF69DE"/>
    <w:rsid w:val="00D00142"/>
    <w:rsid w:val="00D02A83"/>
    <w:rsid w:val="00D05FDC"/>
    <w:rsid w:val="00D0661E"/>
    <w:rsid w:val="00D06BA0"/>
    <w:rsid w:val="00D110C3"/>
    <w:rsid w:val="00D11B41"/>
    <w:rsid w:val="00D12153"/>
    <w:rsid w:val="00D16669"/>
    <w:rsid w:val="00D168F0"/>
    <w:rsid w:val="00D23BFE"/>
    <w:rsid w:val="00D23C3F"/>
    <w:rsid w:val="00D24C7E"/>
    <w:rsid w:val="00D25739"/>
    <w:rsid w:val="00D3181C"/>
    <w:rsid w:val="00D328B2"/>
    <w:rsid w:val="00D36259"/>
    <w:rsid w:val="00D3682F"/>
    <w:rsid w:val="00D36E68"/>
    <w:rsid w:val="00D404EC"/>
    <w:rsid w:val="00D44307"/>
    <w:rsid w:val="00D4472E"/>
    <w:rsid w:val="00D4578E"/>
    <w:rsid w:val="00D50879"/>
    <w:rsid w:val="00D5139A"/>
    <w:rsid w:val="00D51BD0"/>
    <w:rsid w:val="00D54A89"/>
    <w:rsid w:val="00D55412"/>
    <w:rsid w:val="00D57774"/>
    <w:rsid w:val="00D61415"/>
    <w:rsid w:val="00D63186"/>
    <w:rsid w:val="00D635FE"/>
    <w:rsid w:val="00D63DE5"/>
    <w:rsid w:val="00D64B61"/>
    <w:rsid w:val="00D65329"/>
    <w:rsid w:val="00D65E1E"/>
    <w:rsid w:val="00D6614B"/>
    <w:rsid w:val="00D671B2"/>
    <w:rsid w:val="00D716E9"/>
    <w:rsid w:val="00D7288C"/>
    <w:rsid w:val="00D74A9A"/>
    <w:rsid w:val="00D7669C"/>
    <w:rsid w:val="00D77869"/>
    <w:rsid w:val="00D81CA3"/>
    <w:rsid w:val="00D827C3"/>
    <w:rsid w:val="00D83CED"/>
    <w:rsid w:val="00D85C92"/>
    <w:rsid w:val="00D861B2"/>
    <w:rsid w:val="00D863B6"/>
    <w:rsid w:val="00D870AE"/>
    <w:rsid w:val="00D9580C"/>
    <w:rsid w:val="00D970DE"/>
    <w:rsid w:val="00D97459"/>
    <w:rsid w:val="00D97A81"/>
    <w:rsid w:val="00DA1142"/>
    <w:rsid w:val="00DA5ABB"/>
    <w:rsid w:val="00DA6BB0"/>
    <w:rsid w:val="00DB01CD"/>
    <w:rsid w:val="00DB0EDC"/>
    <w:rsid w:val="00DB153F"/>
    <w:rsid w:val="00DB18FC"/>
    <w:rsid w:val="00DB35AD"/>
    <w:rsid w:val="00DB3E83"/>
    <w:rsid w:val="00DB4A9B"/>
    <w:rsid w:val="00DB6BED"/>
    <w:rsid w:val="00DB702F"/>
    <w:rsid w:val="00DB7A54"/>
    <w:rsid w:val="00DC21EC"/>
    <w:rsid w:val="00DC23FC"/>
    <w:rsid w:val="00DC2FE4"/>
    <w:rsid w:val="00DC5B50"/>
    <w:rsid w:val="00DD41CF"/>
    <w:rsid w:val="00DE1A67"/>
    <w:rsid w:val="00DE224E"/>
    <w:rsid w:val="00DE6E8C"/>
    <w:rsid w:val="00DE780E"/>
    <w:rsid w:val="00DE7893"/>
    <w:rsid w:val="00DE7B42"/>
    <w:rsid w:val="00DF0428"/>
    <w:rsid w:val="00DF0ACA"/>
    <w:rsid w:val="00DF0C0D"/>
    <w:rsid w:val="00DF141A"/>
    <w:rsid w:val="00DF1792"/>
    <w:rsid w:val="00DF1853"/>
    <w:rsid w:val="00DF46F4"/>
    <w:rsid w:val="00DF6977"/>
    <w:rsid w:val="00DF6F6D"/>
    <w:rsid w:val="00DF7ECB"/>
    <w:rsid w:val="00E0153E"/>
    <w:rsid w:val="00E020F1"/>
    <w:rsid w:val="00E04922"/>
    <w:rsid w:val="00E06545"/>
    <w:rsid w:val="00E10244"/>
    <w:rsid w:val="00E12BBC"/>
    <w:rsid w:val="00E12CBE"/>
    <w:rsid w:val="00E14B1D"/>
    <w:rsid w:val="00E14B2D"/>
    <w:rsid w:val="00E15A30"/>
    <w:rsid w:val="00E21989"/>
    <w:rsid w:val="00E21DF3"/>
    <w:rsid w:val="00E22B77"/>
    <w:rsid w:val="00E23379"/>
    <w:rsid w:val="00E243C6"/>
    <w:rsid w:val="00E268E9"/>
    <w:rsid w:val="00E273B2"/>
    <w:rsid w:val="00E32FB7"/>
    <w:rsid w:val="00E3464F"/>
    <w:rsid w:val="00E3506E"/>
    <w:rsid w:val="00E359CA"/>
    <w:rsid w:val="00E410E3"/>
    <w:rsid w:val="00E4287E"/>
    <w:rsid w:val="00E43CAB"/>
    <w:rsid w:val="00E44439"/>
    <w:rsid w:val="00E447BD"/>
    <w:rsid w:val="00E51801"/>
    <w:rsid w:val="00E53979"/>
    <w:rsid w:val="00E55979"/>
    <w:rsid w:val="00E60EB3"/>
    <w:rsid w:val="00E62450"/>
    <w:rsid w:val="00E67DD9"/>
    <w:rsid w:val="00E72088"/>
    <w:rsid w:val="00E723EE"/>
    <w:rsid w:val="00E749DA"/>
    <w:rsid w:val="00E752EE"/>
    <w:rsid w:val="00E76732"/>
    <w:rsid w:val="00E767D5"/>
    <w:rsid w:val="00E77369"/>
    <w:rsid w:val="00E77CF1"/>
    <w:rsid w:val="00E808B9"/>
    <w:rsid w:val="00E8150E"/>
    <w:rsid w:val="00E82A4F"/>
    <w:rsid w:val="00E83024"/>
    <w:rsid w:val="00E83533"/>
    <w:rsid w:val="00E853FF"/>
    <w:rsid w:val="00E85602"/>
    <w:rsid w:val="00E85BC1"/>
    <w:rsid w:val="00E8633B"/>
    <w:rsid w:val="00E87885"/>
    <w:rsid w:val="00E90144"/>
    <w:rsid w:val="00E917C5"/>
    <w:rsid w:val="00E9210B"/>
    <w:rsid w:val="00E921B8"/>
    <w:rsid w:val="00E926E2"/>
    <w:rsid w:val="00E96F61"/>
    <w:rsid w:val="00EA2321"/>
    <w:rsid w:val="00EA73C6"/>
    <w:rsid w:val="00EB0357"/>
    <w:rsid w:val="00EB19E7"/>
    <w:rsid w:val="00EB2B4A"/>
    <w:rsid w:val="00EB4873"/>
    <w:rsid w:val="00EB5510"/>
    <w:rsid w:val="00EB5B72"/>
    <w:rsid w:val="00EB633E"/>
    <w:rsid w:val="00EC06B1"/>
    <w:rsid w:val="00EC28A5"/>
    <w:rsid w:val="00EC28AC"/>
    <w:rsid w:val="00EC3872"/>
    <w:rsid w:val="00EC4D64"/>
    <w:rsid w:val="00EC5297"/>
    <w:rsid w:val="00EC6F11"/>
    <w:rsid w:val="00ED0F04"/>
    <w:rsid w:val="00ED1DFD"/>
    <w:rsid w:val="00ED20F7"/>
    <w:rsid w:val="00ED408E"/>
    <w:rsid w:val="00ED4393"/>
    <w:rsid w:val="00ED79BD"/>
    <w:rsid w:val="00EE06AE"/>
    <w:rsid w:val="00EE262B"/>
    <w:rsid w:val="00EE32B2"/>
    <w:rsid w:val="00EE5186"/>
    <w:rsid w:val="00EF0FFE"/>
    <w:rsid w:val="00EF1DF8"/>
    <w:rsid w:val="00F02C27"/>
    <w:rsid w:val="00F031B2"/>
    <w:rsid w:val="00F03718"/>
    <w:rsid w:val="00F04C94"/>
    <w:rsid w:val="00F05D36"/>
    <w:rsid w:val="00F10132"/>
    <w:rsid w:val="00F11E9D"/>
    <w:rsid w:val="00F12068"/>
    <w:rsid w:val="00F12891"/>
    <w:rsid w:val="00F13416"/>
    <w:rsid w:val="00F2490D"/>
    <w:rsid w:val="00F27DDB"/>
    <w:rsid w:val="00F3019B"/>
    <w:rsid w:val="00F30445"/>
    <w:rsid w:val="00F31188"/>
    <w:rsid w:val="00F31334"/>
    <w:rsid w:val="00F31EAE"/>
    <w:rsid w:val="00F32DA9"/>
    <w:rsid w:val="00F379EE"/>
    <w:rsid w:val="00F40953"/>
    <w:rsid w:val="00F41058"/>
    <w:rsid w:val="00F411CC"/>
    <w:rsid w:val="00F41E8B"/>
    <w:rsid w:val="00F43D9F"/>
    <w:rsid w:val="00F5058E"/>
    <w:rsid w:val="00F50BC1"/>
    <w:rsid w:val="00F50C6B"/>
    <w:rsid w:val="00F519A1"/>
    <w:rsid w:val="00F537E4"/>
    <w:rsid w:val="00F55AD4"/>
    <w:rsid w:val="00F56653"/>
    <w:rsid w:val="00F572EC"/>
    <w:rsid w:val="00F62B1B"/>
    <w:rsid w:val="00F64414"/>
    <w:rsid w:val="00F65723"/>
    <w:rsid w:val="00F65961"/>
    <w:rsid w:val="00F7177D"/>
    <w:rsid w:val="00F73335"/>
    <w:rsid w:val="00F73C02"/>
    <w:rsid w:val="00F765F5"/>
    <w:rsid w:val="00F77761"/>
    <w:rsid w:val="00F805C9"/>
    <w:rsid w:val="00F81015"/>
    <w:rsid w:val="00F81156"/>
    <w:rsid w:val="00F81315"/>
    <w:rsid w:val="00F81A1E"/>
    <w:rsid w:val="00F84F98"/>
    <w:rsid w:val="00F86F7A"/>
    <w:rsid w:val="00F93E91"/>
    <w:rsid w:val="00F941F7"/>
    <w:rsid w:val="00F97965"/>
    <w:rsid w:val="00FA066B"/>
    <w:rsid w:val="00FA1E91"/>
    <w:rsid w:val="00FA382A"/>
    <w:rsid w:val="00FA56B9"/>
    <w:rsid w:val="00FA5CBD"/>
    <w:rsid w:val="00FA6FA4"/>
    <w:rsid w:val="00FB211F"/>
    <w:rsid w:val="00FB42B1"/>
    <w:rsid w:val="00FB4BD8"/>
    <w:rsid w:val="00FB72A7"/>
    <w:rsid w:val="00FC0FA5"/>
    <w:rsid w:val="00FC13FD"/>
    <w:rsid w:val="00FC1B1F"/>
    <w:rsid w:val="00FC38F1"/>
    <w:rsid w:val="00FC53DF"/>
    <w:rsid w:val="00FC7149"/>
    <w:rsid w:val="00FD0F18"/>
    <w:rsid w:val="00FD1C59"/>
    <w:rsid w:val="00FD1F86"/>
    <w:rsid w:val="00FD3219"/>
    <w:rsid w:val="00FD34B4"/>
    <w:rsid w:val="00FD3D6A"/>
    <w:rsid w:val="00FD4C69"/>
    <w:rsid w:val="00FD5623"/>
    <w:rsid w:val="00FD5B49"/>
    <w:rsid w:val="00FE05AE"/>
    <w:rsid w:val="00FE24E4"/>
    <w:rsid w:val="00FE5A25"/>
    <w:rsid w:val="00FE7CD9"/>
    <w:rsid w:val="00FF39C8"/>
    <w:rsid w:val="00FF4518"/>
    <w:rsid w:val="00FF4789"/>
    <w:rsid w:val="00FF5337"/>
    <w:rsid w:val="00FF6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1EC"/>
    <w:pPr>
      <w:spacing w:after="160" w:line="259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D457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578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ListParagraph">
    <w:name w:val="List Paragraph"/>
    <w:basedOn w:val="Normal"/>
    <w:uiPriority w:val="99"/>
    <w:qFormat/>
    <w:rsid w:val="00BA53D6"/>
    <w:pPr>
      <w:ind w:left="720"/>
    </w:pPr>
  </w:style>
  <w:style w:type="paragraph" w:styleId="NormalWeb">
    <w:name w:val="Normal (Web)"/>
    <w:basedOn w:val="Normal"/>
    <w:uiPriority w:val="99"/>
    <w:semiHidden/>
    <w:rsid w:val="00BA5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44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4E2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23198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D4578E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D457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2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579</Words>
  <Characters>3302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Лесохин Роман Владимирович</dc:creator>
  <cp:keywords/>
  <dc:description/>
  <cp:lastModifiedBy>adm53</cp:lastModifiedBy>
  <cp:revision>2</cp:revision>
  <cp:lastPrinted>2016-04-15T18:04:00Z</cp:lastPrinted>
  <dcterms:created xsi:type="dcterms:W3CDTF">2016-05-10T02:58:00Z</dcterms:created>
  <dcterms:modified xsi:type="dcterms:W3CDTF">2016-05-10T02:58:00Z</dcterms:modified>
</cp:coreProperties>
</file>